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4BF41C78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</w:t>
      </w:r>
      <w:r w:rsidR="00B44004">
        <w:t>smaller</w:t>
      </w:r>
      <w:r w:rsidR="00756046">
        <w:t xml:space="preserve"> uit.  </w:t>
      </w:r>
    </w:p>
    <w:p w14:paraId="0FCF24F1" w14:textId="6EF50913" w:rsidR="00756046" w:rsidRDefault="00756046" w:rsidP="009A54BB">
      <w:r>
        <w:t>De hoogte van wastafel is van die aard dat de ophanging niet zichtbaar is langs de buitenzijde</w:t>
      </w:r>
    </w:p>
    <w:p w14:paraId="496A03CE" w14:textId="22AF6E9E" w:rsidR="00B44004" w:rsidRDefault="00B44004" w:rsidP="009A54BB">
      <w:r>
        <w:t>Het kraanplateau is licht verzonken waardoor er tegen de wand een opstaande rand is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2879ABF2" w:rsidR="00DD0E11" w:rsidRDefault="005F4D52" w:rsidP="00DD0E11">
      <w:r>
        <w:t>Diepte:</w:t>
      </w:r>
      <w:r>
        <w:tab/>
      </w:r>
      <w:r w:rsidR="00756046">
        <w:t>4</w:t>
      </w:r>
      <w:r w:rsidR="00B44004">
        <w:t>5.5</w:t>
      </w:r>
      <w:r>
        <w:t>cm</w:t>
      </w:r>
    </w:p>
    <w:p w14:paraId="58690DF4" w14:textId="183A7DE2" w:rsidR="005F4D52" w:rsidRDefault="005F4D52" w:rsidP="00DD0E11">
      <w:r>
        <w:t>Breedte:</w:t>
      </w:r>
      <w:r>
        <w:tab/>
      </w:r>
      <w:r w:rsidR="00756046">
        <w:t>60</w:t>
      </w:r>
      <w:r>
        <w:t>cm</w:t>
      </w:r>
    </w:p>
    <w:p w14:paraId="51493D2E" w14:textId="4C70CBCF" w:rsidR="005F4D52" w:rsidRDefault="005F4D52" w:rsidP="00DD0E11">
      <w:r>
        <w:t>Hoogte:</w:t>
      </w:r>
      <w:r>
        <w:tab/>
        <w:t>1</w:t>
      </w:r>
      <w:r w:rsidR="00756046">
        <w:t>9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B96046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5329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0FAB8F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3406465F" w:rsidR="008A5169" w:rsidRDefault="00B4400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C68639" wp14:editId="44B58432">
            <wp:extent cx="5977255" cy="3249295"/>
            <wp:effectExtent l="0" t="0" r="4445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4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C0CB2" w14:textId="77777777" w:rsidR="00025544" w:rsidRDefault="00025544">
      <w:r>
        <w:separator/>
      </w:r>
    </w:p>
  </w:endnote>
  <w:endnote w:type="continuationSeparator" w:id="0">
    <w:p w14:paraId="1EF1C311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988B8" w14:textId="77777777" w:rsidR="00B44004" w:rsidRDefault="00B440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43ADB" w14:textId="77777777" w:rsidR="00B44004" w:rsidRDefault="00B440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E63EB" w14:textId="77777777" w:rsidR="00025544" w:rsidRDefault="00025544">
      <w:r>
        <w:separator/>
      </w:r>
    </w:p>
  </w:footnote>
  <w:footnote w:type="continuationSeparator" w:id="0">
    <w:p w14:paraId="6DED2D98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0FA32" w14:textId="77777777" w:rsidR="00B44004" w:rsidRDefault="00B440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D9A69" w14:textId="1D00D00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4004">
      <w:rPr>
        <w:rFonts w:ascii="Arial" w:hAnsi="Arial" w:cs="Arial"/>
        <w:b/>
        <w:szCs w:val="24"/>
        <w:lang w:val="nl-BE"/>
      </w:rPr>
      <w:t>Bastia</w:t>
    </w:r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BBC6B" w14:textId="77777777" w:rsidR="00B44004" w:rsidRDefault="00B440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4004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7952E48-B6D3-4713-957B-4959933E14C6}"/>
</file>

<file path=customXml/itemProps2.xml><?xml version="1.0" encoding="utf-8"?>
<ds:datastoreItem xmlns:ds="http://schemas.openxmlformats.org/officeDocument/2006/customXml" ds:itemID="{43E5B58E-DB2C-439D-B28F-B9F1A9CBCB1A}"/>
</file>

<file path=customXml/itemProps3.xml><?xml version="1.0" encoding="utf-8"?>
<ds:datastoreItem xmlns:ds="http://schemas.openxmlformats.org/officeDocument/2006/customXml" ds:itemID="{61FDE147-6696-4B74-AE47-0FC1FC749FD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269</TotalTime>
  <Pages>2</Pages>
  <Words>190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2021-04-16T09:43:00Z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436900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